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83" w:rsidRDefault="00B76883" w:rsidP="009E1B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76883" w:rsidRPr="00292A5C" w:rsidRDefault="00B76883" w:rsidP="009E1B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ЗАКОН УЛЬЯНОВСКОЙ ОБЛАСТИ</w:t>
      </w:r>
    </w:p>
    <w:p w:rsidR="00B76883" w:rsidRPr="00292A5C" w:rsidRDefault="00B76883" w:rsidP="009E1B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76883" w:rsidRPr="00292A5C" w:rsidRDefault="00B76883" w:rsidP="009E1B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76883" w:rsidRDefault="00B76883" w:rsidP="009E1B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76883" w:rsidRPr="00292A5C" w:rsidRDefault="00B76883" w:rsidP="009E1B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76883" w:rsidRPr="008B60E9" w:rsidRDefault="00B76883" w:rsidP="009E1B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О внесении изменений</w:t>
      </w:r>
      <w:r w:rsidRPr="008B60E9">
        <w:rPr>
          <w:rFonts w:ascii="Times New Roman" w:hAnsi="Times New Roman"/>
          <w:b/>
          <w:sz w:val="28"/>
          <w:szCs w:val="24"/>
          <w:lang w:eastAsia="ru-RU"/>
        </w:rPr>
        <w:t xml:space="preserve"> в </w:t>
      </w:r>
      <w:r>
        <w:rPr>
          <w:rFonts w:ascii="Times New Roman" w:hAnsi="Times New Roman"/>
          <w:b/>
          <w:sz w:val="28"/>
          <w:szCs w:val="24"/>
          <w:lang w:eastAsia="ru-RU"/>
        </w:rPr>
        <w:t>статьи 13</w:t>
      </w:r>
      <w:r w:rsidRPr="00914425">
        <w:rPr>
          <w:rFonts w:ascii="Times New Roman" w:hAnsi="Times New Roman"/>
          <w:b/>
          <w:sz w:val="28"/>
          <w:szCs w:val="24"/>
          <w:vertAlign w:val="superscript"/>
          <w:lang w:eastAsia="ru-RU"/>
        </w:rPr>
        <w:t>6</w:t>
      </w:r>
      <w:r>
        <w:rPr>
          <w:rFonts w:ascii="Times New Roman" w:hAnsi="Times New Roman"/>
          <w:b/>
          <w:sz w:val="28"/>
          <w:szCs w:val="24"/>
          <w:lang w:eastAsia="ru-RU"/>
        </w:rPr>
        <w:t xml:space="preserve"> и 18 </w:t>
      </w:r>
      <w:r w:rsidRPr="008B60E9">
        <w:rPr>
          <w:rFonts w:ascii="Times New Roman" w:hAnsi="Times New Roman"/>
          <w:b/>
          <w:sz w:val="28"/>
          <w:szCs w:val="24"/>
          <w:lang w:eastAsia="ru-RU"/>
        </w:rPr>
        <w:t>Закон</w:t>
      </w:r>
      <w:r>
        <w:rPr>
          <w:rFonts w:ascii="Times New Roman" w:hAnsi="Times New Roman"/>
          <w:b/>
          <w:sz w:val="28"/>
          <w:szCs w:val="24"/>
          <w:lang w:eastAsia="ru-RU"/>
        </w:rPr>
        <w:t>а</w:t>
      </w:r>
      <w:r w:rsidRPr="008B60E9">
        <w:rPr>
          <w:rFonts w:ascii="Times New Roman" w:hAnsi="Times New Roman"/>
          <w:b/>
          <w:sz w:val="28"/>
          <w:szCs w:val="24"/>
          <w:lang w:eastAsia="ru-RU"/>
        </w:rPr>
        <w:t xml:space="preserve"> Ульяновской области </w:t>
      </w:r>
      <w:r>
        <w:rPr>
          <w:rFonts w:ascii="Times New Roman" w:hAnsi="Times New Roman"/>
          <w:b/>
          <w:sz w:val="28"/>
          <w:szCs w:val="24"/>
          <w:lang w:eastAsia="ru-RU"/>
        </w:rPr>
        <w:br/>
      </w:r>
      <w:r w:rsidRPr="008B60E9">
        <w:rPr>
          <w:rFonts w:ascii="Times New Roman" w:hAnsi="Times New Roman"/>
          <w:b/>
          <w:sz w:val="28"/>
          <w:szCs w:val="24"/>
          <w:lang w:eastAsia="ru-RU"/>
        </w:rPr>
        <w:t xml:space="preserve">«О регулировании земельных отношений в Ульяновской области» </w:t>
      </w:r>
    </w:p>
    <w:p w:rsidR="00B76883" w:rsidRPr="00292A5C" w:rsidRDefault="00B76883" w:rsidP="00292A5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76883" w:rsidRPr="00292A5C" w:rsidRDefault="00B76883" w:rsidP="00292A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76883" w:rsidRPr="00292A5C" w:rsidRDefault="00B76883" w:rsidP="00292A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76883" w:rsidRPr="00292A5C" w:rsidRDefault="00B76883" w:rsidP="00292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A5C">
        <w:rPr>
          <w:rFonts w:ascii="Times New Roman" w:hAnsi="Times New Roman"/>
          <w:sz w:val="28"/>
          <w:szCs w:val="28"/>
          <w:lang w:eastAsia="ru-RU"/>
        </w:rPr>
        <w:tab/>
      </w:r>
    </w:p>
    <w:p w:rsidR="00B76883" w:rsidRPr="00292A5C" w:rsidRDefault="00B76883" w:rsidP="00292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6883" w:rsidRDefault="00B76883" w:rsidP="00292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6883" w:rsidRDefault="00B76883" w:rsidP="00292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6883" w:rsidRDefault="00B76883" w:rsidP="00292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6883" w:rsidRDefault="00B76883" w:rsidP="00292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6883" w:rsidRDefault="00B76883" w:rsidP="00292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6883" w:rsidRDefault="00B76883" w:rsidP="00292A5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60E9">
        <w:rPr>
          <w:rFonts w:ascii="Times New Roman" w:hAnsi="Times New Roman"/>
          <w:sz w:val="28"/>
          <w:szCs w:val="24"/>
          <w:lang w:eastAsia="ru-RU"/>
        </w:rPr>
        <w:t xml:space="preserve">Внести в Закон Ульяновской области от 17 ноября 2003 года № 059-ЗО </w:t>
      </w:r>
      <w:r w:rsidRPr="008B60E9">
        <w:rPr>
          <w:rFonts w:ascii="Times New Roman" w:hAnsi="Times New Roman"/>
          <w:sz w:val="28"/>
          <w:szCs w:val="24"/>
          <w:lang w:eastAsia="ru-RU"/>
        </w:rPr>
        <w:br/>
        <w:t>«О регулировании земельных отношений в Ульяновской области» («</w:t>
      </w:r>
      <w:r w:rsidRPr="008B60E9">
        <w:rPr>
          <w:rFonts w:ascii="Times New Roman" w:hAnsi="Times New Roman"/>
          <w:sz w:val="28"/>
          <w:szCs w:val="28"/>
          <w:lang w:eastAsia="ru-RU"/>
        </w:rPr>
        <w:t xml:space="preserve">Народная газета» от 19.11.2003 № 135; «Ульяновская правда» от 26.07.2005 № 73; «Народная газета» от 06.12.2005 № 134; «Ульяновская правда» от 07.04.2006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8B60E9">
        <w:rPr>
          <w:rFonts w:ascii="Times New Roman" w:hAnsi="Times New Roman"/>
          <w:sz w:val="28"/>
          <w:szCs w:val="28"/>
          <w:lang w:eastAsia="ru-RU"/>
        </w:rPr>
        <w:t xml:space="preserve">№ 24; от 07.06.2006 № 41; от 12.07.2006 № 52; от 11.10.2006 № 78; от 08.11.2006 № 86; от 08.08.2007 № 66; от 13.11.2007 № 96; от 16.01.2008 № 3; от 07.11.2008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8B60E9">
        <w:rPr>
          <w:rFonts w:ascii="Times New Roman" w:hAnsi="Times New Roman"/>
          <w:sz w:val="28"/>
          <w:szCs w:val="28"/>
          <w:lang w:eastAsia="ru-RU"/>
        </w:rPr>
        <w:t xml:space="preserve">№ 91; от 03.04.2009 № 25; от 02.10.2009 № 80; от 10.03.2010 № 17; «Народная газета» от 23.12.2010 № 95; «Ульяновская правда» от 03.06.2011 № 60;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8B60E9">
        <w:rPr>
          <w:rFonts w:ascii="Times New Roman" w:hAnsi="Times New Roman"/>
          <w:sz w:val="28"/>
          <w:szCs w:val="28"/>
          <w:lang w:eastAsia="ru-RU"/>
        </w:rPr>
        <w:t>от 09.11.2011 № 126; от 02.03.2012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B60E9">
        <w:rPr>
          <w:rFonts w:ascii="Times New Roman" w:hAnsi="Times New Roman"/>
          <w:sz w:val="28"/>
          <w:szCs w:val="28"/>
          <w:lang w:eastAsia="ru-RU"/>
        </w:rPr>
        <w:t>№ 22; от 13.03.2013 № 27; от 08.05.2014 № 65; от 08.12.2014 № 180; от 05.03.2015 № 28</w:t>
      </w:r>
      <w:r>
        <w:rPr>
          <w:rFonts w:ascii="Times New Roman" w:hAnsi="Times New Roman"/>
          <w:sz w:val="28"/>
          <w:szCs w:val="28"/>
          <w:lang w:eastAsia="ru-RU"/>
        </w:rPr>
        <w:t>; от 06.04.2015 № 44;</w:t>
      </w:r>
      <w:r w:rsidRPr="007465D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от 08.06.2015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76-77; от 05.10.2015 № 139; от 29.10.2015 № 151; от 07.12.2015 № 170; </w:t>
      </w:r>
      <w:r>
        <w:rPr>
          <w:rFonts w:ascii="Times New Roman" w:hAnsi="Times New Roman"/>
          <w:sz w:val="28"/>
          <w:szCs w:val="28"/>
          <w:lang w:eastAsia="ru-RU"/>
        </w:rPr>
        <w:br/>
        <w:t>от 04.02.2016 № 14; от 06.06.2016 № 75-76</w:t>
      </w:r>
      <w:r w:rsidRPr="008B60E9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 xml:space="preserve">следующие </w:t>
      </w:r>
      <w:r w:rsidRPr="008B60E9">
        <w:rPr>
          <w:rFonts w:ascii="Times New Roman" w:hAnsi="Times New Roman"/>
          <w:sz w:val="28"/>
          <w:szCs w:val="28"/>
          <w:lang w:eastAsia="ru-RU"/>
        </w:rPr>
        <w:t>изменени</w:t>
      </w:r>
      <w:r>
        <w:rPr>
          <w:rFonts w:ascii="Times New Roman" w:hAnsi="Times New Roman"/>
          <w:sz w:val="28"/>
          <w:szCs w:val="28"/>
          <w:lang w:eastAsia="ru-RU"/>
        </w:rPr>
        <w:t>я:</w:t>
      </w:r>
    </w:p>
    <w:p w:rsidR="00B76883" w:rsidRDefault="00B76883" w:rsidP="00292A5C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статье 13</w:t>
      </w:r>
      <w:r w:rsidRPr="007465D6">
        <w:rPr>
          <w:rFonts w:ascii="Times New Roman" w:hAnsi="Times New Roman"/>
          <w:sz w:val="28"/>
          <w:szCs w:val="28"/>
          <w:vertAlign w:val="superscript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B76883" w:rsidRDefault="00B76883" w:rsidP="00292A5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в части 2 слово «сформированных» заменить словом «образованных»;</w:t>
      </w:r>
    </w:p>
    <w:p w:rsidR="00B76883" w:rsidRDefault="00B76883" w:rsidP="00292A5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в абзаце втором части 9 слово «сформированные» заменить словом «образованные»;</w:t>
      </w:r>
    </w:p>
    <w:p w:rsidR="00B76883" w:rsidRDefault="00B76883" w:rsidP="00292A5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в части 11 слово «сформированных» заменить словом «образованных», слово «формирование» заменить словом «образование»;</w:t>
      </w:r>
    </w:p>
    <w:p w:rsidR="00B76883" w:rsidRDefault="00B76883" w:rsidP="00292A5C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статье 18:</w:t>
      </w:r>
    </w:p>
    <w:p w:rsidR="00B76883" w:rsidRDefault="00B76883" w:rsidP="00292A5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в абзаце пятом слово «сформированным» заменить словом «образованным»; </w:t>
      </w:r>
    </w:p>
    <w:p w:rsidR="00B76883" w:rsidRPr="00613A3D" w:rsidRDefault="00B76883" w:rsidP="00292A5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в абзаце шестом слово «формируемым» заменить словом «образуемым».</w:t>
      </w:r>
    </w:p>
    <w:p w:rsidR="00B76883" w:rsidRPr="00292A5C" w:rsidRDefault="00B76883" w:rsidP="00627AF2">
      <w:pPr>
        <w:pStyle w:val="ListParagraph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16"/>
          <w:szCs w:val="28"/>
          <w:lang w:eastAsia="ru-RU"/>
        </w:rPr>
      </w:pPr>
    </w:p>
    <w:p w:rsidR="00B76883" w:rsidRDefault="00B76883" w:rsidP="00627AF2">
      <w:pPr>
        <w:pStyle w:val="ListParagraph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6883" w:rsidRPr="001379ED" w:rsidRDefault="00B76883" w:rsidP="00627AF2">
      <w:pPr>
        <w:pStyle w:val="ListParagraph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B76883" w:rsidRPr="007465D6" w:rsidRDefault="00B76883" w:rsidP="0074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465D6">
        <w:rPr>
          <w:rFonts w:ascii="Times New Roman" w:hAnsi="Times New Roman"/>
          <w:b/>
          <w:sz w:val="28"/>
          <w:szCs w:val="28"/>
          <w:lang w:eastAsia="ru-RU"/>
        </w:rPr>
        <w:t>Временно исполняющий обязанности</w:t>
      </w:r>
    </w:p>
    <w:p w:rsidR="00B76883" w:rsidRPr="007465D6" w:rsidRDefault="00B76883" w:rsidP="007465D6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7465D6">
        <w:rPr>
          <w:rFonts w:ascii="Times New Roman" w:hAnsi="Times New Roman"/>
          <w:b/>
          <w:sz w:val="28"/>
          <w:szCs w:val="28"/>
          <w:lang w:eastAsia="ar-SA"/>
        </w:rPr>
        <w:t>Губернатора Ульяновской области                                                      С.И.Морозов</w:t>
      </w:r>
    </w:p>
    <w:p w:rsidR="00B76883" w:rsidRDefault="00B76883" w:rsidP="007465D6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76883" w:rsidRDefault="00B76883" w:rsidP="007465D6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76883" w:rsidRDefault="00B76883" w:rsidP="007465D6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76883" w:rsidRPr="007465D6" w:rsidRDefault="00B76883" w:rsidP="007465D6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7465D6">
        <w:rPr>
          <w:rFonts w:ascii="Times New Roman" w:hAnsi="Times New Roman"/>
          <w:sz w:val="28"/>
          <w:szCs w:val="28"/>
          <w:lang w:eastAsia="ar-SA"/>
        </w:rPr>
        <w:t>г. Ульяновск</w:t>
      </w:r>
    </w:p>
    <w:p w:rsidR="00B76883" w:rsidRPr="007465D6" w:rsidRDefault="00B76883" w:rsidP="007465D6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27 июля</w:t>
      </w:r>
      <w:r w:rsidRPr="007465D6">
        <w:rPr>
          <w:rFonts w:ascii="Times New Roman" w:hAnsi="Times New Roman"/>
          <w:sz w:val="28"/>
          <w:szCs w:val="28"/>
          <w:lang w:eastAsia="ar-SA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7465D6">
          <w:rPr>
            <w:rFonts w:ascii="Times New Roman" w:hAnsi="Times New Roman"/>
            <w:sz w:val="28"/>
            <w:szCs w:val="28"/>
            <w:lang w:eastAsia="ar-SA"/>
          </w:rPr>
          <w:t>2016 г</w:t>
        </w:r>
      </w:smartTag>
      <w:r w:rsidRPr="007465D6">
        <w:rPr>
          <w:rFonts w:ascii="Times New Roman" w:hAnsi="Times New Roman"/>
          <w:sz w:val="28"/>
          <w:szCs w:val="28"/>
          <w:lang w:eastAsia="ar-SA"/>
        </w:rPr>
        <w:t>.</w:t>
      </w:r>
    </w:p>
    <w:p w:rsidR="00B76883" w:rsidRPr="007465D6" w:rsidRDefault="00B76883" w:rsidP="007465D6">
      <w:pPr>
        <w:suppressAutoHyphens/>
        <w:autoSpaceDE w:val="0"/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  <w:lang w:eastAsia="ar-SA"/>
        </w:rPr>
        <w:t>№ 97</w:t>
      </w:r>
      <w:r w:rsidRPr="007465D6">
        <w:rPr>
          <w:rFonts w:ascii="Times New Roman" w:hAnsi="Times New Roman"/>
          <w:sz w:val="28"/>
          <w:szCs w:val="28"/>
          <w:lang w:eastAsia="ar-SA"/>
        </w:rPr>
        <w:t>-ЗО</w:t>
      </w:r>
    </w:p>
    <w:p w:rsidR="00B76883" w:rsidRDefault="00B76883" w:rsidP="007465D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</w:pPr>
    </w:p>
    <w:sectPr w:rsidR="00B76883" w:rsidSect="00292A5C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883" w:rsidRDefault="00B76883">
      <w:pPr>
        <w:spacing w:after="0" w:line="240" w:lineRule="auto"/>
      </w:pPr>
      <w:r>
        <w:separator/>
      </w:r>
    </w:p>
  </w:endnote>
  <w:endnote w:type="continuationSeparator" w:id="0">
    <w:p w:rsidR="00B76883" w:rsidRDefault="00B76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883" w:rsidRPr="00292A5C" w:rsidRDefault="00B76883" w:rsidP="00292A5C">
    <w:pPr>
      <w:pStyle w:val="Footer"/>
      <w:jc w:val="right"/>
      <w:rPr>
        <w:rFonts w:ascii="Times New Roman" w:hAnsi="Times New Roman"/>
        <w:sz w:val="16"/>
        <w:szCs w:val="16"/>
      </w:rPr>
    </w:pPr>
    <w:r w:rsidRPr="00292A5C">
      <w:rPr>
        <w:rFonts w:ascii="Times New Roman" w:hAnsi="Times New Roman"/>
        <w:sz w:val="16"/>
        <w:szCs w:val="16"/>
      </w:rPr>
      <w:t>0507чл1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883" w:rsidRDefault="00B76883">
      <w:pPr>
        <w:spacing w:after="0" w:line="240" w:lineRule="auto"/>
      </w:pPr>
      <w:r>
        <w:separator/>
      </w:r>
    </w:p>
  </w:footnote>
  <w:footnote w:type="continuationSeparator" w:id="0">
    <w:p w:rsidR="00B76883" w:rsidRDefault="00B76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883" w:rsidRDefault="00B76883" w:rsidP="002036A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76883" w:rsidRDefault="00B7688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883" w:rsidRPr="008875E2" w:rsidRDefault="00B76883" w:rsidP="008875E2">
    <w:pPr>
      <w:pStyle w:val="Header"/>
      <w:jc w:val="center"/>
      <w:rPr>
        <w:rStyle w:val="PageNumber"/>
        <w:sz w:val="28"/>
      </w:rPr>
    </w:pPr>
    <w:r w:rsidRPr="008875E2">
      <w:rPr>
        <w:rStyle w:val="PageNumber"/>
        <w:sz w:val="28"/>
      </w:rPr>
      <w:fldChar w:fldCharType="begin"/>
    </w:r>
    <w:r w:rsidRPr="008875E2">
      <w:rPr>
        <w:rStyle w:val="PageNumber"/>
        <w:sz w:val="28"/>
      </w:rPr>
      <w:instrText xml:space="preserve">PAGE  </w:instrText>
    </w:r>
    <w:r w:rsidRPr="008875E2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2</w:t>
    </w:r>
    <w:r w:rsidRPr="008875E2">
      <w:rPr>
        <w:rStyle w:val="PageNumber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12A7521A"/>
    <w:multiLevelType w:val="hybridMultilevel"/>
    <w:tmpl w:val="2AB85E46"/>
    <w:lvl w:ilvl="0" w:tplc="E7AA0EE8">
      <w:start w:val="1"/>
      <w:numFmt w:val="decimal"/>
      <w:lvlText w:val="%1)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134C3"/>
    <w:multiLevelType w:val="hybridMultilevel"/>
    <w:tmpl w:val="8FA665EA"/>
    <w:lvl w:ilvl="0" w:tplc="C4E632F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5D24BF8"/>
    <w:multiLevelType w:val="hybridMultilevel"/>
    <w:tmpl w:val="86D658B2"/>
    <w:lvl w:ilvl="0" w:tplc="B5E6AA9A">
      <w:start w:val="1"/>
      <w:numFmt w:val="decimal"/>
      <w:lvlText w:val="%1."/>
      <w:lvlJc w:val="left"/>
      <w:pPr>
        <w:ind w:left="2006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16EE6C91"/>
    <w:multiLevelType w:val="hybridMultilevel"/>
    <w:tmpl w:val="63262B32"/>
    <w:lvl w:ilvl="0" w:tplc="F9C0E18C">
      <w:start w:val="6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1B5C4EBB"/>
    <w:multiLevelType w:val="hybridMultilevel"/>
    <w:tmpl w:val="381E2908"/>
    <w:lvl w:ilvl="0" w:tplc="0A5A6ED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2292009D"/>
    <w:multiLevelType w:val="hybridMultilevel"/>
    <w:tmpl w:val="BEB6C070"/>
    <w:lvl w:ilvl="0" w:tplc="1192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3B8E643D"/>
    <w:multiLevelType w:val="hybridMultilevel"/>
    <w:tmpl w:val="EEC0D9F6"/>
    <w:lvl w:ilvl="0" w:tplc="40DED474">
      <w:start w:val="1"/>
      <w:numFmt w:val="decimal"/>
      <w:lvlText w:val="%1."/>
      <w:lvlJc w:val="left"/>
      <w:pPr>
        <w:ind w:left="142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3FA72A06"/>
    <w:multiLevelType w:val="hybridMultilevel"/>
    <w:tmpl w:val="DD083A54"/>
    <w:lvl w:ilvl="0" w:tplc="3E9EC66E">
      <w:start w:val="1"/>
      <w:numFmt w:val="decimal"/>
      <w:lvlText w:val="%1)"/>
      <w:lvlJc w:val="left"/>
      <w:pPr>
        <w:ind w:left="1256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4FD27444"/>
    <w:multiLevelType w:val="hybridMultilevel"/>
    <w:tmpl w:val="97668826"/>
    <w:lvl w:ilvl="0" w:tplc="0C86E6C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>
    <w:nsid w:val="515852B9"/>
    <w:multiLevelType w:val="hybridMultilevel"/>
    <w:tmpl w:val="C5F27184"/>
    <w:lvl w:ilvl="0" w:tplc="16261D3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53B05D28"/>
    <w:multiLevelType w:val="hybridMultilevel"/>
    <w:tmpl w:val="D1A67D82"/>
    <w:lvl w:ilvl="0" w:tplc="2BB2A9A6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2"/>
  </w:num>
  <w:num w:numId="5">
    <w:abstractNumId w:val="1"/>
  </w:num>
  <w:num w:numId="6">
    <w:abstractNumId w:val="3"/>
  </w:num>
  <w:num w:numId="7">
    <w:abstractNumId w:val="8"/>
  </w:num>
  <w:num w:numId="8">
    <w:abstractNumId w:val="11"/>
  </w:num>
  <w:num w:numId="9">
    <w:abstractNumId w:val="9"/>
  </w:num>
  <w:num w:numId="10">
    <w:abstractNumId w:val="5"/>
  </w:num>
  <w:num w:numId="11">
    <w:abstractNumId w:val="7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0E9"/>
    <w:rsid w:val="00015106"/>
    <w:rsid w:val="000262DD"/>
    <w:rsid w:val="00034106"/>
    <w:rsid w:val="000508FA"/>
    <w:rsid w:val="0007333B"/>
    <w:rsid w:val="00076666"/>
    <w:rsid w:val="0008086F"/>
    <w:rsid w:val="00085157"/>
    <w:rsid w:val="000A5CA3"/>
    <w:rsid w:val="000D339F"/>
    <w:rsid w:val="000D3CD4"/>
    <w:rsid w:val="00101F25"/>
    <w:rsid w:val="001379ED"/>
    <w:rsid w:val="00146A26"/>
    <w:rsid w:val="00147656"/>
    <w:rsid w:val="00192AEF"/>
    <w:rsid w:val="001973C6"/>
    <w:rsid w:val="001E1E59"/>
    <w:rsid w:val="001F2005"/>
    <w:rsid w:val="002036AF"/>
    <w:rsid w:val="00212CA5"/>
    <w:rsid w:val="00217F29"/>
    <w:rsid w:val="00235585"/>
    <w:rsid w:val="00242A1F"/>
    <w:rsid w:val="00251760"/>
    <w:rsid w:val="00264D0B"/>
    <w:rsid w:val="002657D5"/>
    <w:rsid w:val="00272F1C"/>
    <w:rsid w:val="00292A5C"/>
    <w:rsid w:val="002A42EE"/>
    <w:rsid w:val="002A6F2D"/>
    <w:rsid w:val="002B52BB"/>
    <w:rsid w:val="00300FEB"/>
    <w:rsid w:val="0030124F"/>
    <w:rsid w:val="00312A7A"/>
    <w:rsid w:val="00351B62"/>
    <w:rsid w:val="00364EA1"/>
    <w:rsid w:val="003714AE"/>
    <w:rsid w:val="00375DF8"/>
    <w:rsid w:val="003B1316"/>
    <w:rsid w:val="003E0537"/>
    <w:rsid w:val="00427994"/>
    <w:rsid w:val="00433E7B"/>
    <w:rsid w:val="00442EEE"/>
    <w:rsid w:val="00483496"/>
    <w:rsid w:val="00497D2B"/>
    <w:rsid w:val="004B6C82"/>
    <w:rsid w:val="005071E0"/>
    <w:rsid w:val="005115B6"/>
    <w:rsid w:val="0051499D"/>
    <w:rsid w:val="00522165"/>
    <w:rsid w:val="00530C7A"/>
    <w:rsid w:val="005504E2"/>
    <w:rsid w:val="00576429"/>
    <w:rsid w:val="00577ADC"/>
    <w:rsid w:val="005A586C"/>
    <w:rsid w:val="00600093"/>
    <w:rsid w:val="00612A02"/>
    <w:rsid w:val="00613A3D"/>
    <w:rsid w:val="00620C5A"/>
    <w:rsid w:val="00627AF2"/>
    <w:rsid w:val="006302C4"/>
    <w:rsid w:val="006B6CD4"/>
    <w:rsid w:val="006F44CA"/>
    <w:rsid w:val="007051FF"/>
    <w:rsid w:val="00724C6D"/>
    <w:rsid w:val="00733AF2"/>
    <w:rsid w:val="007465D6"/>
    <w:rsid w:val="00785E46"/>
    <w:rsid w:val="007A3EBF"/>
    <w:rsid w:val="007D5585"/>
    <w:rsid w:val="00817D59"/>
    <w:rsid w:val="008217C6"/>
    <w:rsid w:val="00827143"/>
    <w:rsid w:val="008424F5"/>
    <w:rsid w:val="00850E54"/>
    <w:rsid w:val="00867A1E"/>
    <w:rsid w:val="00870F8C"/>
    <w:rsid w:val="008746DD"/>
    <w:rsid w:val="00876D61"/>
    <w:rsid w:val="0088591C"/>
    <w:rsid w:val="008875E2"/>
    <w:rsid w:val="008B60E9"/>
    <w:rsid w:val="008D2DE5"/>
    <w:rsid w:val="008D684C"/>
    <w:rsid w:val="008E11C9"/>
    <w:rsid w:val="008E797E"/>
    <w:rsid w:val="00914425"/>
    <w:rsid w:val="00937586"/>
    <w:rsid w:val="0098570E"/>
    <w:rsid w:val="0099689C"/>
    <w:rsid w:val="009A0F1D"/>
    <w:rsid w:val="009B2184"/>
    <w:rsid w:val="009C783F"/>
    <w:rsid w:val="009E1B72"/>
    <w:rsid w:val="00A03269"/>
    <w:rsid w:val="00A06871"/>
    <w:rsid w:val="00A12F86"/>
    <w:rsid w:val="00A14813"/>
    <w:rsid w:val="00A264E5"/>
    <w:rsid w:val="00A65741"/>
    <w:rsid w:val="00AA029D"/>
    <w:rsid w:val="00AB1A86"/>
    <w:rsid w:val="00AB4428"/>
    <w:rsid w:val="00AD61D2"/>
    <w:rsid w:val="00AE1349"/>
    <w:rsid w:val="00B02E79"/>
    <w:rsid w:val="00B16171"/>
    <w:rsid w:val="00B236B5"/>
    <w:rsid w:val="00B23976"/>
    <w:rsid w:val="00B2582B"/>
    <w:rsid w:val="00B36426"/>
    <w:rsid w:val="00B373DF"/>
    <w:rsid w:val="00B76883"/>
    <w:rsid w:val="00B97310"/>
    <w:rsid w:val="00BC1EE5"/>
    <w:rsid w:val="00BC5781"/>
    <w:rsid w:val="00BD3188"/>
    <w:rsid w:val="00BE1938"/>
    <w:rsid w:val="00BE6918"/>
    <w:rsid w:val="00BF4705"/>
    <w:rsid w:val="00C1464F"/>
    <w:rsid w:val="00C216D0"/>
    <w:rsid w:val="00C37625"/>
    <w:rsid w:val="00C600E1"/>
    <w:rsid w:val="00C76AE8"/>
    <w:rsid w:val="00CA535E"/>
    <w:rsid w:val="00CC13DD"/>
    <w:rsid w:val="00CC3734"/>
    <w:rsid w:val="00CE751E"/>
    <w:rsid w:val="00D00546"/>
    <w:rsid w:val="00D00B5F"/>
    <w:rsid w:val="00D20861"/>
    <w:rsid w:val="00D222D7"/>
    <w:rsid w:val="00D31D4C"/>
    <w:rsid w:val="00D33FFC"/>
    <w:rsid w:val="00D37B81"/>
    <w:rsid w:val="00D67856"/>
    <w:rsid w:val="00D75AFD"/>
    <w:rsid w:val="00DA44AB"/>
    <w:rsid w:val="00DA7860"/>
    <w:rsid w:val="00DB1A21"/>
    <w:rsid w:val="00DC5537"/>
    <w:rsid w:val="00DF5DFE"/>
    <w:rsid w:val="00DF7C9B"/>
    <w:rsid w:val="00E0796C"/>
    <w:rsid w:val="00E320A9"/>
    <w:rsid w:val="00E4251A"/>
    <w:rsid w:val="00E444A6"/>
    <w:rsid w:val="00E7531B"/>
    <w:rsid w:val="00E76484"/>
    <w:rsid w:val="00E80CB8"/>
    <w:rsid w:val="00E835CB"/>
    <w:rsid w:val="00E90FCE"/>
    <w:rsid w:val="00E952EF"/>
    <w:rsid w:val="00EA03D0"/>
    <w:rsid w:val="00EA324C"/>
    <w:rsid w:val="00EA5524"/>
    <w:rsid w:val="00EE4CC2"/>
    <w:rsid w:val="00F41A77"/>
    <w:rsid w:val="00F668E7"/>
    <w:rsid w:val="00F80EC5"/>
    <w:rsid w:val="00F91658"/>
    <w:rsid w:val="00FA2027"/>
    <w:rsid w:val="00FB1F28"/>
    <w:rsid w:val="00FC4EE6"/>
    <w:rsid w:val="00FD5411"/>
    <w:rsid w:val="00FF0FE5"/>
    <w:rsid w:val="00FF1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D0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60E9"/>
    <w:rPr>
      <w:rFonts w:ascii="Times New Roman" w:hAnsi="Times New Roman" w:cs="Times New Roman"/>
      <w:sz w:val="24"/>
      <w:lang w:eastAsia="ru-RU"/>
    </w:rPr>
  </w:style>
  <w:style w:type="character" w:styleId="PageNumber">
    <w:name w:val="page number"/>
    <w:basedOn w:val="DefaultParagraphFont"/>
    <w:uiPriority w:val="99"/>
    <w:rsid w:val="008B60E9"/>
    <w:rPr>
      <w:rFonts w:cs="Times New Roman"/>
    </w:rPr>
  </w:style>
  <w:style w:type="paragraph" w:styleId="ListParagraph">
    <w:name w:val="List Paragraph"/>
    <w:basedOn w:val="Normal"/>
    <w:uiPriority w:val="99"/>
    <w:qFormat/>
    <w:rsid w:val="00AB1A86"/>
    <w:pPr>
      <w:ind w:left="720"/>
      <w:contextualSpacing/>
    </w:pPr>
  </w:style>
  <w:style w:type="paragraph" w:customStyle="1" w:styleId="ConsPlusCell">
    <w:name w:val="ConsPlusCell"/>
    <w:uiPriority w:val="99"/>
    <w:rsid w:val="00CA535E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B373D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73DF"/>
    <w:rPr>
      <w:rFonts w:ascii="Tahoma" w:hAnsi="Tahoma" w:cs="Times New Roman"/>
      <w:sz w:val="16"/>
      <w:lang w:eastAsia="en-US"/>
    </w:rPr>
  </w:style>
  <w:style w:type="character" w:customStyle="1" w:styleId="apple-converted-space">
    <w:name w:val="apple-converted-space"/>
    <w:uiPriority w:val="99"/>
    <w:rsid w:val="00272F1C"/>
  </w:style>
  <w:style w:type="paragraph" w:customStyle="1" w:styleId="a">
    <w:name w:val="Знак Знак Знак Знак"/>
    <w:basedOn w:val="Normal"/>
    <w:uiPriority w:val="99"/>
    <w:rsid w:val="00FF1FD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rsid w:val="0007333B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887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875E2"/>
    <w:rPr>
      <w:rFonts w:cs="Times New Roman"/>
      <w:sz w:val="22"/>
      <w:lang w:eastAsia="en-US"/>
    </w:rPr>
  </w:style>
  <w:style w:type="paragraph" w:customStyle="1" w:styleId="ConsNormal">
    <w:name w:val="ConsNormal"/>
    <w:uiPriority w:val="99"/>
    <w:rsid w:val="007465D6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249</Words>
  <Characters>1420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</dc:title>
  <dc:subject/>
  <dc:creator>GOS-23</dc:creator>
  <cp:keywords/>
  <dc:description/>
  <cp:lastModifiedBy>Пользователь</cp:lastModifiedBy>
  <cp:revision>2</cp:revision>
  <cp:lastPrinted>2016-07-20T11:29:00Z</cp:lastPrinted>
  <dcterms:created xsi:type="dcterms:W3CDTF">2016-08-09T05:32:00Z</dcterms:created>
  <dcterms:modified xsi:type="dcterms:W3CDTF">2016-08-09T05:32:00Z</dcterms:modified>
</cp:coreProperties>
</file>